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6B27ABDB" w:rsidR="00595483" w:rsidRDefault="00C5309E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B27DC" wp14:editId="05DF14B6">
                <wp:simplePos x="0" y="0"/>
                <wp:positionH relativeFrom="column">
                  <wp:posOffset>4483100</wp:posOffset>
                </wp:positionH>
                <wp:positionV relativeFrom="paragraph">
                  <wp:posOffset>1199857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4B624F8B" w:rsidR="000D1650" w:rsidRDefault="000D1650" w:rsidP="000D1650">
                            <w:r>
                              <w:t>PS0</w:t>
                            </w:r>
                            <w:r w:rsidR="00563E34">
                              <w:t>9</w:t>
                            </w:r>
                            <w:r w:rsidR="00B4053A">
                              <w:t>5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B27D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3pt;margin-top:94.5pt;width:79.5pt;height:23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" fillcolor="window" strokeweight=".5pt">
                <v:textbox>
                  <w:txbxContent>
                    <w:p w14:paraId="7C66CF47" w14:textId="4B624F8B" w:rsidR="000D1650" w:rsidRDefault="000D1650" w:rsidP="000D1650">
                      <w:r>
                        <w:t>PS0</w:t>
                      </w:r>
                      <w:r w:rsidR="00563E34">
                        <w:t>9</w:t>
                      </w:r>
                      <w:r w:rsidR="00B4053A">
                        <w:t>5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4053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D9FDD0" wp14:editId="6BF8D483">
                <wp:simplePos x="0" y="0"/>
                <wp:positionH relativeFrom="column">
                  <wp:posOffset>1449705</wp:posOffset>
                </wp:positionH>
                <wp:positionV relativeFrom="paragraph">
                  <wp:posOffset>4296068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FDD0" id="Text Box 9" o:spid="_x0000_s1027" type="#_x0000_t202" style="position:absolute;margin-left:114.15pt;margin-top:338.25pt;width:79.5pt;height:23.7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C5309E">
        <w:rPr>
          <w:noProof/>
        </w:rPr>
        <w:drawing>
          <wp:inline distT="0" distB="0" distL="0" distR="0" wp14:anchorId="36F941E5" wp14:editId="605C5AD7">
            <wp:extent cx="7235825" cy="62820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B8611" w14:textId="77777777" w:rsidR="00825FB7" w:rsidRDefault="00825FB7" w:rsidP="00825FB7">
      <w:r>
        <w:lastRenderedPageBreak/>
        <w:t>Formula               RDB          Error (ppm)</w:t>
      </w:r>
    </w:p>
    <w:p w14:paraId="1B645F1B" w14:textId="13A7219E" w:rsidR="009971EA" w:rsidRDefault="00825FB7" w:rsidP="00522AAD">
      <w:r w:rsidRPr="00825FB7">
        <w:t>C10 H11 O4 S</w:t>
      </w:r>
      <w:r w:rsidRPr="00825FB7">
        <w:tab/>
        <w:t xml:space="preserve"> 5.5</w:t>
      </w:r>
      <w:r w:rsidRPr="00825FB7">
        <w:tab/>
        <w:t xml:space="preserve">   -4.637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1F0CAA"/>
    <w:rsid w:val="003F0A30"/>
    <w:rsid w:val="00401EBA"/>
    <w:rsid w:val="004C2A0A"/>
    <w:rsid w:val="00522AAD"/>
    <w:rsid w:val="00544399"/>
    <w:rsid w:val="00563E34"/>
    <w:rsid w:val="00595483"/>
    <w:rsid w:val="005E3609"/>
    <w:rsid w:val="006850EF"/>
    <w:rsid w:val="006E439C"/>
    <w:rsid w:val="00751BFD"/>
    <w:rsid w:val="00825FB7"/>
    <w:rsid w:val="008E1BD6"/>
    <w:rsid w:val="008F798B"/>
    <w:rsid w:val="00987A2D"/>
    <w:rsid w:val="009971EA"/>
    <w:rsid w:val="00AC28AC"/>
    <w:rsid w:val="00AD72BC"/>
    <w:rsid w:val="00B22530"/>
    <w:rsid w:val="00B4053A"/>
    <w:rsid w:val="00BC1A54"/>
    <w:rsid w:val="00C5309E"/>
    <w:rsid w:val="00E51D9F"/>
    <w:rsid w:val="00E751C4"/>
    <w:rsid w:val="00E772B0"/>
    <w:rsid w:val="00EB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7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4</cp:revision>
  <dcterms:created xsi:type="dcterms:W3CDTF">2022-10-20T13:33:00Z</dcterms:created>
  <dcterms:modified xsi:type="dcterms:W3CDTF">2022-10-20T13:49:00Z</dcterms:modified>
</cp:coreProperties>
</file>